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BA08120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71A8A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6B3CF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54346F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A3DB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6A3DB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bookmarkStart w:id="0" w:name="_GoBack"/>
            <w:bookmarkEnd w:id="0"/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42800" w14:textId="77777777" w:rsidR="00A56046" w:rsidRDefault="00A56046" w:rsidP="00C16ABF">
      <w:pPr>
        <w:spacing w:after="0" w:line="240" w:lineRule="auto"/>
      </w:pPr>
      <w:r>
        <w:separator/>
      </w:r>
    </w:p>
  </w:endnote>
  <w:endnote w:type="continuationSeparator" w:id="0">
    <w:p w14:paraId="7BA714F1" w14:textId="77777777" w:rsidR="00A56046" w:rsidRDefault="00A560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D776" w14:textId="77777777" w:rsidR="00A56046" w:rsidRDefault="00A56046" w:rsidP="00C16ABF">
      <w:pPr>
        <w:spacing w:after="0" w:line="240" w:lineRule="auto"/>
      </w:pPr>
      <w:r>
        <w:separator/>
      </w:r>
    </w:p>
  </w:footnote>
  <w:footnote w:type="continuationSeparator" w:id="0">
    <w:p w14:paraId="790432D3" w14:textId="77777777" w:rsidR="00A56046" w:rsidRDefault="00A5604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9944DD-F45B-488E-AB8C-91D4E37E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2020-10-26T08:48:00Z</dcterms:created>
  <dcterms:modified xsi:type="dcterms:W3CDTF">2021-02-01T13:08:00Z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